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37F2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0C04F0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0C04F0">
        <w:rPr>
          <w:rFonts w:ascii="Corbel" w:hAnsi="Corbel"/>
          <w:bCs/>
          <w:i/>
        </w:rPr>
        <w:t>23</w:t>
      </w:r>
    </w:p>
    <w:p w14:paraId="68C2A44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459B0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853F4">
        <w:rPr>
          <w:rFonts w:ascii="Corbel" w:hAnsi="Corbel"/>
          <w:i/>
          <w:smallCaps/>
          <w:sz w:val="24"/>
          <w:szCs w:val="24"/>
        </w:rPr>
        <w:t xml:space="preserve"> </w:t>
      </w:r>
      <w:r w:rsidR="000C756D">
        <w:rPr>
          <w:rFonts w:ascii="Corbel" w:hAnsi="Corbel"/>
          <w:i/>
          <w:smallCaps/>
          <w:sz w:val="24"/>
          <w:szCs w:val="24"/>
        </w:rPr>
        <w:t>2024-2026</w:t>
      </w:r>
    </w:p>
    <w:p w14:paraId="23916305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B90857E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C756D">
        <w:rPr>
          <w:rFonts w:ascii="Corbel" w:hAnsi="Corbel"/>
          <w:i/>
          <w:smallCaps/>
          <w:sz w:val="24"/>
          <w:szCs w:val="24"/>
        </w:rPr>
        <w:t xml:space="preserve">2024-2025 </w:t>
      </w:r>
      <w:r w:rsidR="005853F4">
        <w:rPr>
          <w:rFonts w:ascii="Corbel" w:hAnsi="Corbel"/>
          <w:sz w:val="20"/>
          <w:szCs w:val="20"/>
        </w:rPr>
        <w:t xml:space="preserve"> </w:t>
      </w:r>
      <w:r w:rsidR="00E27708" w:rsidRPr="000C756D">
        <w:rPr>
          <w:rFonts w:ascii="Corbel" w:hAnsi="Corbel"/>
          <w:i/>
          <w:sz w:val="20"/>
          <w:szCs w:val="20"/>
        </w:rPr>
        <w:t>202</w:t>
      </w:r>
      <w:r w:rsidR="000C756D" w:rsidRPr="000C756D">
        <w:rPr>
          <w:rFonts w:ascii="Corbel" w:hAnsi="Corbel"/>
          <w:i/>
          <w:sz w:val="20"/>
          <w:szCs w:val="20"/>
        </w:rPr>
        <w:t>5</w:t>
      </w:r>
      <w:r w:rsidR="00E27708" w:rsidRPr="000C756D">
        <w:rPr>
          <w:rFonts w:ascii="Corbel" w:hAnsi="Corbel"/>
          <w:i/>
          <w:sz w:val="20"/>
          <w:szCs w:val="20"/>
        </w:rPr>
        <w:t>/202</w:t>
      </w:r>
      <w:r w:rsidR="000C756D" w:rsidRPr="000C756D">
        <w:rPr>
          <w:rFonts w:ascii="Corbel" w:hAnsi="Corbel"/>
          <w:i/>
          <w:sz w:val="20"/>
          <w:szCs w:val="20"/>
        </w:rPr>
        <w:t>6</w:t>
      </w:r>
    </w:p>
    <w:p w14:paraId="125E01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7E871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3184F7A" w14:textId="77777777" w:rsidTr="00B819C8">
        <w:tc>
          <w:tcPr>
            <w:tcW w:w="2694" w:type="dxa"/>
            <w:vAlign w:val="center"/>
          </w:tcPr>
          <w:p w14:paraId="0010A0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8F0A5E0" w14:textId="77777777" w:rsidR="0085747A" w:rsidRPr="009C54AE" w:rsidRDefault="0030305E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</w:t>
            </w:r>
            <w:r w:rsidR="005C7FBF" w:rsidRPr="00457089">
              <w:rPr>
                <w:rFonts w:ascii="Corbel" w:hAnsi="Corbel"/>
                <w:sz w:val="24"/>
                <w:szCs w:val="24"/>
              </w:rPr>
              <w:t xml:space="preserve"> pracy opiekuńczo-wychowawczej</w:t>
            </w:r>
          </w:p>
        </w:tc>
      </w:tr>
      <w:tr w:rsidR="0085747A" w:rsidRPr="009C54AE" w14:paraId="33F9E8D0" w14:textId="77777777" w:rsidTr="00B819C8">
        <w:tc>
          <w:tcPr>
            <w:tcW w:w="2694" w:type="dxa"/>
            <w:vAlign w:val="center"/>
          </w:tcPr>
          <w:p w14:paraId="36ADDF4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5C1E0E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2E110B38" w14:textId="77777777" w:rsidTr="00B819C8">
        <w:tc>
          <w:tcPr>
            <w:tcW w:w="2694" w:type="dxa"/>
            <w:vAlign w:val="center"/>
          </w:tcPr>
          <w:p w14:paraId="1565325B" w14:textId="77777777" w:rsidR="0085747A" w:rsidRPr="009C54AE" w:rsidRDefault="005853F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4988C6" w14:textId="77777777" w:rsidR="0085747A" w:rsidRPr="009C54AE" w:rsidRDefault="00DC73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C9E823" w14:textId="77777777" w:rsidTr="00B819C8">
        <w:tc>
          <w:tcPr>
            <w:tcW w:w="2694" w:type="dxa"/>
            <w:vAlign w:val="center"/>
          </w:tcPr>
          <w:p w14:paraId="5EE81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BD3C95" w14:textId="77777777" w:rsidR="0085747A" w:rsidRPr="009C54AE" w:rsidRDefault="00DC7333" w:rsidP="00DC73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</w:p>
        </w:tc>
      </w:tr>
      <w:tr w:rsidR="0085747A" w:rsidRPr="009C54AE" w14:paraId="62DE4D2F" w14:textId="77777777" w:rsidTr="00B819C8">
        <w:tc>
          <w:tcPr>
            <w:tcW w:w="2694" w:type="dxa"/>
            <w:vAlign w:val="center"/>
          </w:tcPr>
          <w:p w14:paraId="4BDB4F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87769E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2E334CB4" w14:textId="77777777" w:rsidTr="00B819C8">
        <w:tc>
          <w:tcPr>
            <w:tcW w:w="2694" w:type="dxa"/>
            <w:vAlign w:val="center"/>
          </w:tcPr>
          <w:p w14:paraId="0543F05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684BDE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14:paraId="6578899F" w14:textId="77777777" w:rsidTr="00B819C8">
        <w:tc>
          <w:tcPr>
            <w:tcW w:w="2694" w:type="dxa"/>
            <w:vAlign w:val="center"/>
          </w:tcPr>
          <w:p w14:paraId="01127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D49583" w14:textId="77777777" w:rsidR="0085747A" w:rsidRPr="009C54AE" w:rsidRDefault="003A3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4EAAE020" w14:textId="77777777" w:rsidTr="00B819C8">
        <w:tc>
          <w:tcPr>
            <w:tcW w:w="2694" w:type="dxa"/>
            <w:vAlign w:val="center"/>
          </w:tcPr>
          <w:p w14:paraId="5C448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C48EE6" w14:textId="77777777" w:rsidR="0085747A" w:rsidRPr="009C54AE" w:rsidRDefault="003A3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189F44E8" w14:textId="77777777" w:rsidTr="00B819C8">
        <w:tc>
          <w:tcPr>
            <w:tcW w:w="2694" w:type="dxa"/>
            <w:vAlign w:val="center"/>
          </w:tcPr>
          <w:p w14:paraId="0C650B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86ACC8" w14:textId="77777777"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1., </w:t>
            </w: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3. 4.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emestr</w:t>
            </w:r>
          </w:p>
        </w:tc>
      </w:tr>
      <w:tr w:rsidR="0085747A" w:rsidRPr="009C54AE" w14:paraId="4721E220" w14:textId="77777777" w:rsidTr="00B819C8">
        <w:tc>
          <w:tcPr>
            <w:tcW w:w="2694" w:type="dxa"/>
            <w:vAlign w:val="center"/>
          </w:tcPr>
          <w:p w14:paraId="312340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68FF96" w14:textId="77777777" w:rsidR="0085747A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74C3CF06" w14:textId="77777777" w:rsidTr="00B819C8">
        <w:tc>
          <w:tcPr>
            <w:tcW w:w="2694" w:type="dxa"/>
            <w:vAlign w:val="center"/>
          </w:tcPr>
          <w:p w14:paraId="79ECCE2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CAD708F" w14:textId="77777777" w:rsidR="00923D7D" w:rsidRPr="009C54AE" w:rsidRDefault="00E277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8F033FB" w14:textId="77777777" w:rsidTr="00B819C8">
        <w:tc>
          <w:tcPr>
            <w:tcW w:w="2694" w:type="dxa"/>
            <w:vAlign w:val="center"/>
          </w:tcPr>
          <w:p w14:paraId="16EA18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B7381B" w14:textId="77777777"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27708">
              <w:rPr>
                <w:rFonts w:ascii="Corbel" w:hAnsi="Corbel"/>
                <w:b w:val="0"/>
                <w:sz w:val="24"/>
                <w:szCs w:val="24"/>
              </w:rPr>
              <w:t xml:space="preserve"> hab. Grzegorz Grzybek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165B5B1" w14:textId="77777777" w:rsidTr="00B819C8">
        <w:tc>
          <w:tcPr>
            <w:tcW w:w="2694" w:type="dxa"/>
            <w:vAlign w:val="center"/>
          </w:tcPr>
          <w:p w14:paraId="62070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572650" w14:textId="77777777" w:rsidR="0085747A" w:rsidRPr="009C54AE" w:rsidRDefault="0085747A" w:rsidP="003875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5F7E6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3F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5738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72924F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7D1F2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525C26" w14:textId="77777777" w:rsidTr="001F23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2E2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F55CB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30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49F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09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A9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4B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848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7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AC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56E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C85716" w14:textId="77777777" w:rsidTr="001F23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FE17" w14:textId="648A8A39" w:rsidR="00015B8F" w:rsidRPr="009C54AE" w:rsidRDefault="0030305E" w:rsidP="001F23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7B91" w14:textId="21E3DC4E" w:rsidR="00015B8F" w:rsidRPr="0030305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40E5" w14:textId="22F9DAFB" w:rsidR="00015B8F" w:rsidRPr="0030305E" w:rsidRDefault="001F2335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55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89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B6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17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20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E47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8905" w14:textId="4E9C361E" w:rsidR="00015B8F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F2335" w:rsidRPr="009C54AE" w14:paraId="0B7EB7F2" w14:textId="77777777" w:rsidTr="001F23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49A0" w14:textId="03E6DA20" w:rsidR="001F2335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730B" w14:textId="0CFC19FE" w:rsidR="001F2335" w:rsidRPr="0030305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2078" w14:textId="07E6CE00" w:rsidR="001F2335" w:rsidRPr="00E645DF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93A2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77E1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DE42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7CEB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0F47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CA58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6A9B" w14:textId="59D50606" w:rsidR="001F2335" w:rsidRPr="0097433C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F2335" w:rsidRPr="009C54AE" w14:paraId="0CD30726" w14:textId="77777777" w:rsidTr="001F23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ACF2" w14:textId="4A4AA496" w:rsidR="001F2335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84D9" w14:textId="77777777" w:rsidR="001F2335" w:rsidRPr="0030305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56DF" w14:textId="1C822BAB" w:rsidR="001F2335" w:rsidRPr="00E645DF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5AEB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9BCC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C451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1DC9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70FF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E3B2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DD49" w14:textId="5CC36946" w:rsidR="001F2335" w:rsidRPr="0097433C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F2335" w:rsidRPr="009C54AE" w14:paraId="78DCFDBB" w14:textId="77777777" w:rsidTr="001F23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7D22" w14:textId="2C98F9B7" w:rsidR="001F2335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7651" w14:textId="77777777" w:rsidR="001F2335" w:rsidRPr="0030305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C9A8" w14:textId="3C4B871D" w:rsidR="001F2335" w:rsidRPr="00E645DF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0FC4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B4F5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046D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B93E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4BDF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ADBC" w14:textId="77777777" w:rsidR="001F2335" w:rsidRPr="009C54AE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EBB9" w14:textId="4FAA7EE4" w:rsidR="001F2335" w:rsidRPr="0097433C" w:rsidRDefault="001F23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6C1D1C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  <w:bookmarkStart w:id="0" w:name="_GoBack"/>
      <w:bookmarkEnd w:id="0"/>
    </w:p>
    <w:p w14:paraId="14991FD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166B06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8A3595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6C16EA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03690F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3864F7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696FD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F3CC64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42F4F0E5" w14:textId="77777777"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49CA4F7E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7158677E" w14:textId="77777777" w:rsidR="005C7FBF" w:rsidRPr="000C718F" w:rsidRDefault="0030305E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ab/>
        <w:t>Zaliczenie przedmiotu: Egzamin</w:t>
      </w:r>
    </w:p>
    <w:p w14:paraId="67873AF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EF039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6A294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E852484" w14:textId="77777777" w:rsidTr="00745302">
        <w:tc>
          <w:tcPr>
            <w:tcW w:w="9670" w:type="dxa"/>
          </w:tcPr>
          <w:p w14:paraId="10BE45B7" w14:textId="77777777" w:rsidR="0085747A" w:rsidRPr="009C54AE" w:rsidRDefault="00C432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w zakresie metodyki i teorii wychowania.</w:t>
            </w:r>
          </w:p>
        </w:tc>
      </w:tr>
    </w:tbl>
    <w:p w14:paraId="04D6CE2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AF346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7996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9832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7D4D15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14:paraId="350D4411" w14:textId="77777777" w:rsidTr="00197E3C">
        <w:trPr>
          <w:trHeight w:val="812"/>
        </w:trPr>
        <w:tc>
          <w:tcPr>
            <w:tcW w:w="851" w:type="dxa"/>
            <w:vAlign w:val="center"/>
          </w:tcPr>
          <w:p w14:paraId="0A704689" w14:textId="77777777"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4EAB46" w14:textId="77777777" w:rsidR="002E3E29" w:rsidRPr="00BE3CC0" w:rsidRDefault="009D237D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słuchaczy 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z funkcjami, </w:t>
            </w:r>
            <w:r>
              <w:rPr>
                <w:rFonts w:ascii="Corbel" w:hAnsi="Corbel"/>
                <w:sz w:val="24"/>
                <w:szCs w:val="24"/>
              </w:rPr>
              <w:t>zadaniami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i metodami</w:t>
            </w:r>
            <w:r>
              <w:rPr>
                <w:rFonts w:ascii="Corbel" w:hAnsi="Corbel"/>
                <w:sz w:val="24"/>
                <w:szCs w:val="24"/>
              </w:rPr>
              <w:t xml:space="preserve"> pracy opiekuńczo</w:t>
            </w:r>
            <w:r w:rsidR="00B1639C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wychowawczej w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poszczególnych placówkach opieki i wychowania.</w:t>
            </w:r>
          </w:p>
        </w:tc>
      </w:tr>
      <w:tr w:rsidR="002E3E29" w:rsidRPr="009C54AE" w14:paraId="78FB8B17" w14:textId="77777777" w:rsidTr="002E3E29">
        <w:tc>
          <w:tcPr>
            <w:tcW w:w="851" w:type="dxa"/>
            <w:vAlign w:val="center"/>
          </w:tcPr>
          <w:p w14:paraId="58F91D63" w14:textId="77777777"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E9374E" w14:textId="77777777" w:rsidR="002E3E29" w:rsidRPr="00197E3C" w:rsidRDefault="00197E3C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Przedstawienie warunków pracy opiekuńczo-wychowawczej w rodzinnych i instytucjonalnych formach opieki z naciskiem na sytuacje trudne.</w:t>
            </w:r>
          </w:p>
        </w:tc>
      </w:tr>
      <w:tr w:rsidR="00197E3C" w:rsidRPr="009C54AE" w14:paraId="17C89D5F" w14:textId="77777777" w:rsidTr="002E3E29">
        <w:tc>
          <w:tcPr>
            <w:tcW w:w="851" w:type="dxa"/>
            <w:vAlign w:val="center"/>
          </w:tcPr>
          <w:p w14:paraId="6513F6CD" w14:textId="77777777"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49F003A5" w14:textId="77777777" w:rsidR="00197E3C" w:rsidRPr="009C54AE" w:rsidRDefault="00197E3C" w:rsidP="006C16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planowania, projektowania, przedstawiania i prowadzenia zajęć opiekuńczo-wychowawczych w różnych instytucjach opiekuńczo-wychowawczych.</w:t>
            </w:r>
          </w:p>
        </w:tc>
      </w:tr>
      <w:tr w:rsidR="00197E3C" w:rsidRPr="009C54AE" w14:paraId="6700BD36" w14:textId="77777777" w:rsidTr="002E3E29">
        <w:tc>
          <w:tcPr>
            <w:tcW w:w="851" w:type="dxa"/>
            <w:vAlign w:val="center"/>
          </w:tcPr>
          <w:p w14:paraId="064A037B" w14:textId="77777777"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074417A" w14:textId="77777777" w:rsidR="00197E3C" w:rsidRPr="00197E3C" w:rsidRDefault="00197E3C" w:rsidP="006C16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Kształtowanie kompetencji stosowania zasad w pracy opiekuńczo-wychowawczej  i projektach oddziaływań.</w:t>
            </w:r>
          </w:p>
        </w:tc>
      </w:tr>
    </w:tbl>
    <w:p w14:paraId="22679C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FC27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393DA2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B47FAC" w:rsidRPr="009C54AE" w14:paraId="147E932D" w14:textId="77777777" w:rsidTr="0071620A">
        <w:tc>
          <w:tcPr>
            <w:tcW w:w="1701" w:type="dxa"/>
            <w:vAlign w:val="center"/>
          </w:tcPr>
          <w:p w14:paraId="2A23FE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1EFFE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EF553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FAC" w:rsidRPr="009C54AE" w14:paraId="5BE70C53" w14:textId="77777777" w:rsidTr="005E6E85">
        <w:tc>
          <w:tcPr>
            <w:tcW w:w="1701" w:type="dxa"/>
          </w:tcPr>
          <w:p w14:paraId="56E0ED34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DF8C527" w14:textId="77777777" w:rsidR="005853F4" w:rsidRDefault="005853F4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  <w:p w14:paraId="1BB013CE" w14:textId="77777777" w:rsidR="002E3E29" w:rsidRPr="003550BB" w:rsidRDefault="004E439B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>Wymieni funkcje i zadania poszczególnych placówek opiekuńczo-wychowawczych oraz przypisze metody pracy do każdej z nich ze względu na specyfikę pracy i możliwości oddziaływania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>, odnosząc się do prawidłowości rozwoju podopiecznych-wychowanków tych placówek</w:t>
            </w:r>
            <w:r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CF486E0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47FAC" w:rsidRPr="009C54AE" w14:paraId="19745223" w14:textId="77777777" w:rsidTr="005E6E85">
        <w:tc>
          <w:tcPr>
            <w:tcW w:w="1701" w:type="dxa"/>
          </w:tcPr>
          <w:p w14:paraId="49D0BAE5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79ECEDC" w14:textId="77777777" w:rsidR="009A5182" w:rsidRPr="003550BB" w:rsidRDefault="005460C4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Opisze skutki 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przy zastosowaniu konkretnych metod z uwzględnieniem specyfiki placówki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oraz różnych rodzajów więzi społecznych w środowiskach wychowawczych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272CECC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30305E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47FAC" w:rsidRPr="009C54AE" w14:paraId="465CA2CA" w14:textId="77777777" w:rsidTr="005E6E85">
        <w:tc>
          <w:tcPr>
            <w:tcW w:w="1701" w:type="dxa"/>
          </w:tcPr>
          <w:p w14:paraId="1E7FBD04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583140D" w14:textId="77777777" w:rsidR="009A5182" w:rsidRPr="00BE3CC0" w:rsidRDefault="009643B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>ze i przedstawi konspekt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opiekuńczo-wychowawczych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 xml:space="preserve"> w oparciu o wi</w:t>
            </w:r>
            <w:r w:rsidR="00075453">
              <w:rPr>
                <w:rFonts w:ascii="Corbel" w:hAnsi="Corbel"/>
                <w:b w:val="0"/>
                <w:smallCaps w:val="0"/>
                <w:szCs w:val="24"/>
              </w:rPr>
              <w:t>edzę z pedagogiki opiekuńczej</w:t>
            </w:r>
          </w:p>
        </w:tc>
        <w:tc>
          <w:tcPr>
            <w:tcW w:w="1873" w:type="dxa"/>
          </w:tcPr>
          <w:p w14:paraId="30A50925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47FAC" w:rsidRPr="009C54AE" w14:paraId="70AD0A73" w14:textId="77777777" w:rsidTr="005E6E85">
        <w:tc>
          <w:tcPr>
            <w:tcW w:w="1701" w:type="dxa"/>
          </w:tcPr>
          <w:p w14:paraId="6ADDEAC2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E840A56" w14:textId="77777777" w:rsidR="009A5182" w:rsidRPr="00BE3CC0" w:rsidRDefault="00E7348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i przeprowadzi przykładowe zajęcia dla dzieci w wybranej placówce opiekuńczo-wychowawczej.</w:t>
            </w:r>
          </w:p>
        </w:tc>
        <w:tc>
          <w:tcPr>
            <w:tcW w:w="1873" w:type="dxa"/>
          </w:tcPr>
          <w:p w14:paraId="0A8D7ACF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B47FAC" w:rsidRPr="009C54AE" w14:paraId="7B6984B7" w14:textId="77777777" w:rsidTr="005E6E85">
        <w:tc>
          <w:tcPr>
            <w:tcW w:w="1701" w:type="dxa"/>
          </w:tcPr>
          <w:p w14:paraId="3976C0E9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D36A1D" w14:textId="77777777" w:rsidR="009A5182" w:rsidRPr="00BE3CC0" w:rsidRDefault="00931F76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 sposoby rozwiązywania sytuacji trudnych w różnych placówkach opiekuńczo-wychowawczych.</w:t>
            </w:r>
          </w:p>
        </w:tc>
        <w:tc>
          <w:tcPr>
            <w:tcW w:w="1873" w:type="dxa"/>
          </w:tcPr>
          <w:p w14:paraId="189A883F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B47FAC" w:rsidRPr="009C54AE" w14:paraId="270381FD" w14:textId="77777777" w:rsidTr="005E6E85">
        <w:tc>
          <w:tcPr>
            <w:tcW w:w="1701" w:type="dxa"/>
          </w:tcPr>
          <w:p w14:paraId="1A156AA7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2A93A0C" w14:textId="77777777" w:rsidR="009A5182" w:rsidRPr="00BE3CC0" w:rsidRDefault="000357EA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zasady pracy opiekuńczo-wychowawczej w swoich projektach działań na rzecz edukacji regionalnej, ekologicznej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bezpieczeństwa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124ACBB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C9E8A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3C9D71" w14:textId="77777777"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570E7C5" w14:textId="77777777"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77843CF" w14:textId="77777777"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E54D5" w14:textId="77777777"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5995A4E" w14:textId="77777777"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72A1D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5BBB0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C7ED7E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2D7497" w14:textId="77777777" w:rsidTr="00923D7D">
        <w:tc>
          <w:tcPr>
            <w:tcW w:w="9639" w:type="dxa"/>
          </w:tcPr>
          <w:p w14:paraId="592E6D8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5E" w:rsidRPr="009C54AE" w14:paraId="4957E35C" w14:textId="77777777" w:rsidTr="00923D7D">
        <w:tc>
          <w:tcPr>
            <w:tcW w:w="9639" w:type="dxa"/>
          </w:tcPr>
          <w:p w14:paraId="1BDEB1CE" w14:textId="77777777"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Psychopedagogiczne i prawne aspekty opieki i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14:paraId="3B3B48C8" w14:textId="77777777" w:rsidTr="00923D7D">
        <w:tc>
          <w:tcPr>
            <w:tcW w:w="9639" w:type="dxa"/>
          </w:tcPr>
          <w:p w14:paraId="4BBA0AC0" w14:textId="77777777"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Przedmiot i zadania metodyki pracy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14:paraId="53D83CEF" w14:textId="77777777" w:rsidTr="00923D7D">
        <w:tc>
          <w:tcPr>
            <w:tcW w:w="9639" w:type="dxa"/>
          </w:tcPr>
          <w:p w14:paraId="6C64031C" w14:textId="77777777"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Zasady działalności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Sposoby poznawania wychowanków.</w:t>
            </w:r>
          </w:p>
        </w:tc>
      </w:tr>
      <w:tr w:rsidR="0030305E" w:rsidRPr="009C54AE" w14:paraId="75CC3F44" w14:textId="77777777" w:rsidTr="00923D7D">
        <w:tc>
          <w:tcPr>
            <w:tcW w:w="9639" w:type="dxa"/>
          </w:tcPr>
          <w:p w14:paraId="29A68F17" w14:textId="77777777" w:rsidR="0030305E" w:rsidRPr="005A2C67" w:rsidRDefault="008D578A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formy </w:t>
            </w:r>
            <w:r w:rsidR="0030305E" w:rsidRPr="005A2C67">
              <w:rPr>
                <w:rFonts w:ascii="Corbel" w:hAnsi="Corbel"/>
                <w:sz w:val="24"/>
                <w:szCs w:val="24"/>
              </w:rPr>
              <w:t>pracy opiekuńczo-wychowawczej</w:t>
            </w:r>
            <w:r w:rsidR="0030305E"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Techniki komunikacyjne.</w:t>
            </w:r>
          </w:p>
        </w:tc>
      </w:tr>
      <w:tr w:rsidR="0030305E" w:rsidRPr="009C54AE" w14:paraId="2C6E7F19" w14:textId="77777777" w:rsidTr="00923D7D">
        <w:tc>
          <w:tcPr>
            <w:tcW w:w="9639" w:type="dxa"/>
          </w:tcPr>
          <w:p w14:paraId="37A412B5" w14:textId="77777777"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nad dzieckiem w zmieniającym się świecie (rodzinne formy)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7708" w:rsidRPr="009C54AE" w14:paraId="1DA845C8" w14:textId="77777777" w:rsidTr="00923D7D">
        <w:tc>
          <w:tcPr>
            <w:tcW w:w="9639" w:type="dxa"/>
          </w:tcPr>
          <w:p w14:paraId="260EB7A7" w14:textId="77777777" w:rsidR="00E27708" w:rsidRPr="005A2C67" w:rsidRDefault="00E27708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Osobowość wychowawcy, samowychowanie, rozwój poznawczy i wolitywny, osobowość etyczna.</w:t>
            </w:r>
          </w:p>
        </w:tc>
      </w:tr>
      <w:tr w:rsidR="006F4490" w:rsidRPr="009C54AE" w14:paraId="4ECD6BA7" w14:textId="77777777" w:rsidTr="00923D7D">
        <w:tc>
          <w:tcPr>
            <w:tcW w:w="9639" w:type="dxa"/>
          </w:tcPr>
          <w:p w14:paraId="5B89C167" w14:textId="77777777" w:rsidR="006F4490" w:rsidRDefault="006F4490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opiekuńczo-wychowawczej a etyka rozwoju.</w:t>
            </w:r>
          </w:p>
        </w:tc>
      </w:tr>
      <w:tr w:rsidR="00D61535" w:rsidRPr="009C54AE" w14:paraId="7687F462" w14:textId="77777777" w:rsidTr="00923D7D">
        <w:tc>
          <w:tcPr>
            <w:tcW w:w="9639" w:type="dxa"/>
          </w:tcPr>
          <w:p w14:paraId="2260CC3D" w14:textId="72957B3A" w:rsidR="00D61535" w:rsidRDefault="00D61535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Kobieta i mężczyzna jako wychowawcy.</w:t>
            </w:r>
          </w:p>
        </w:tc>
      </w:tr>
      <w:tr w:rsidR="0030305E" w:rsidRPr="009C54AE" w14:paraId="72A458D2" w14:textId="77777777" w:rsidTr="00923D7D">
        <w:tc>
          <w:tcPr>
            <w:tcW w:w="9639" w:type="dxa"/>
          </w:tcPr>
          <w:p w14:paraId="39A7BA56" w14:textId="77777777"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i wychowanie w instytucjach opieki nad dzieckiem, systemy lokalne a model placówki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14:paraId="10A5EB27" w14:textId="77777777" w:rsidTr="00923D7D">
        <w:tc>
          <w:tcPr>
            <w:tcW w:w="9639" w:type="dxa"/>
          </w:tcPr>
          <w:p w14:paraId="25F0597E" w14:textId="77777777"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Poszukiwanie współczesnych tendencji w opiece i wychowaniu: perspektywa teoretyczna, metodyczna i praktyczna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14:paraId="1717AFD1" w14:textId="77777777" w:rsidTr="00923D7D">
        <w:tc>
          <w:tcPr>
            <w:tcW w:w="9639" w:type="dxa"/>
          </w:tcPr>
          <w:p w14:paraId="483AE95F" w14:textId="77777777"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Organizacja pracy opiekuńczo-wychowawczej i warsztat pracy pedagoga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Podejście skoncentrowane na rozwiązaniach.</w:t>
            </w:r>
          </w:p>
        </w:tc>
      </w:tr>
      <w:tr w:rsidR="0030305E" w:rsidRPr="009C54AE" w14:paraId="30926561" w14:textId="77777777" w:rsidTr="00923D7D">
        <w:tc>
          <w:tcPr>
            <w:tcW w:w="9639" w:type="dxa"/>
          </w:tcPr>
          <w:p w14:paraId="02C0914A" w14:textId="77777777"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Podopieczny </w:t>
            </w:r>
            <w:r w:rsidR="00496EBF">
              <w:rPr>
                <w:rFonts w:ascii="Corbel" w:hAnsi="Corbel"/>
                <w:sz w:val="24"/>
                <w:szCs w:val="24"/>
              </w:rPr>
              <w:t>–</w:t>
            </w:r>
            <w:r w:rsidR="00E27708">
              <w:rPr>
                <w:rFonts w:ascii="Corbel" w:hAnsi="Corbel"/>
                <w:sz w:val="24"/>
                <w:szCs w:val="24"/>
              </w:rPr>
              <w:t xml:space="preserve"> wychowanek, jego potrzeby (pragnienia, emocje pod i nadintelektualne</w:t>
            </w:r>
            <w:r w:rsidR="00EF22FB">
              <w:rPr>
                <w:rFonts w:ascii="Corbel" w:hAnsi="Corbel"/>
                <w:sz w:val="24"/>
                <w:szCs w:val="24"/>
              </w:rPr>
              <w:t>, pożądania</w:t>
            </w:r>
            <w:r w:rsidR="00E27708">
              <w:rPr>
                <w:rFonts w:ascii="Corbel" w:hAnsi="Corbel"/>
                <w:sz w:val="24"/>
                <w:szCs w:val="24"/>
              </w:rPr>
              <w:t>)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diagnoza i funkcjonowanie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Interwencje kryzysowe.</w:t>
            </w:r>
          </w:p>
        </w:tc>
      </w:tr>
      <w:tr w:rsidR="0030305E" w:rsidRPr="009C54AE" w14:paraId="1294015B" w14:textId="77777777" w:rsidTr="00923D7D">
        <w:tc>
          <w:tcPr>
            <w:tcW w:w="9639" w:type="dxa"/>
          </w:tcPr>
          <w:p w14:paraId="7B47F522" w14:textId="77777777" w:rsidR="0030305E" w:rsidRPr="005A2C67" w:rsidRDefault="0030305E" w:rsidP="003A0F5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Problemy z profesjonalizacją </w:t>
            </w:r>
            <w:r w:rsidR="003A0F5D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nauczyciel</w:t>
            </w:r>
            <w:r w:rsidR="003A0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2C67">
              <w:rPr>
                <w:rFonts w:ascii="Corbel" w:hAnsi="Corbel"/>
                <w:sz w:val="24"/>
                <w:szCs w:val="24"/>
              </w:rPr>
              <w:t>wychowawca jako animator działalności opiekuńczo-wychowawczej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305E" w:rsidRPr="009C54AE" w14:paraId="7714D8AE" w14:textId="77777777" w:rsidTr="00923D7D">
        <w:tc>
          <w:tcPr>
            <w:tcW w:w="9639" w:type="dxa"/>
          </w:tcPr>
          <w:p w14:paraId="5304B807" w14:textId="77777777" w:rsidR="0030305E" w:rsidRPr="005A2C67" w:rsidRDefault="00EC1DEF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poznawczo-behawioralna w pracy opiekuńczo-wychowawczej.</w:t>
            </w:r>
          </w:p>
        </w:tc>
      </w:tr>
      <w:tr w:rsidR="0030305E" w:rsidRPr="009C54AE" w14:paraId="4D559184" w14:textId="77777777" w:rsidTr="00923D7D">
        <w:tc>
          <w:tcPr>
            <w:tcW w:w="9639" w:type="dxa"/>
          </w:tcPr>
          <w:p w14:paraId="75C979E1" w14:textId="77777777"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Wyzwania w aspekcie samodzielności w procesie opieki i wychowania oraz dzielenia jej z rodzicami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14:paraId="62EDBEFC" w14:textId="77777777" w:rsidTr="00923D7D">
        <w:tc>
          <w:tcPr>
            <w:tcW w:w="9639" w:type="dxa"/>
          </w:tcPr>
          <w:p w14:paraId="66BC5AA1" w14:textId="77777777"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Rola państwa w opiece i wychowaniu, i organizacji pozarządowych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14:paraId="73D3DD99" w14:textId="77777777" w:rsidTr="00923D7D">
        <w:tc>
          <w:tcPr>
            <w:tcW w:w="9639" w:type="dxa"/>
          </w:tcPr>
          <w:p w14:paraId="55C4A3FC" w14:textId="77777777"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Pedagogiczne wspomaganie rodziny, modernizacja środowiska i nadawanie wartości edukacyjnych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14:paraId="0BA5463C" w14:textId="77777777" w:rsidTr="00923D7D">
        <w:tc>
          <w:tcPr>
            <w:tcW w:w="9639" w:type="dxa"/>
          </w:tcPr>
          <w:p w14:paraId="21E93BBB" w14:textId="77777777"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Innowacje w opiece i wychowaniu, wybrane przykłady.</w:t>
            </w:r>
          </w:p>
        </w:tc>
      </w:tr>
    </w:tbl>
    <w:p w14:paraId="5E842258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66CCD" w14:textId="77777777" w:rsidR="0030305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8BE59" w14:textId="77777777" w:rsidR="0030305E" w:rsidRPr="009C54A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1B6047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14:paraId="1E497F0D" w14:textId="77777777" w:rsidR="00BB5C74" w:rsidRPr="00BB5C74" w:rsidRDefault="00BB5C74" w:rsidP="0030305E">
      <w:pPr>
        <w:pStyle w:val="Akapitzlist"/>
        <w:spacing w:line="240" w:lineRule="auto"/>
        <w:ind w:left="1077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1D062C" w14:textId="77777777" w:rsidTr="00923D7D">
        <w:tc>
          <w:tcPr>
            <w:tcW w:w="9639" w:type="dxa"/>
          </w:tcPr>
          <w:p w14:paraId="049BE7EC" w14:textId="77777777" w:rsidR="0085747A" w:rsidRPr="009C54AE" w:rsidRDefault="0085747A" w:rsidP="00303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3B9" w:rsidRPr="009C54AE" w14:paraId="23A974CF" w14:textId="77777777" w:rsidTr="00923D7D">
        <w:tc>
          <w:tcPr>
            <w:tcW w:w="9639" w:type="dxa"/>
          </w:tcPr>
          <w:p w14:paraId="3082C417" w14:textId="77777777"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opiekuńczo-wychowawczej a pedagogika opiekuńcza. Funkcje i zadania metodyki pracy.</w:t>
            </w:r>
          </w:p>
        </w:tc>
      </w:tr>
      <w:tr w:rsidR="004803B9" w:rsidRPr="009C54AE" w14:paraId="1F0E3EC1" w14:textId="77777777" w:rsidTr="00923D7D">
        <w:tc>
          <w:tcPr>
            <w:tcW w:w="9639" w:type="dxa"/>
          </w:tcPr>
          <w:p w14:paraId="36F2E37F" w14:textId="77777777"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Współczesne funkcje i zadania placówek socjalizacyjnych i interwencyjnych. Metodyka pracy opiekuńczo-wychowawczej w placówkach tego typu.</w:t>
            </w:r>
          </w:p>
        </w:tc>
      </w:tr>
      <w:tr w:rsidR="004803B9" w:rsidRPr="009C54AE" w14:paraId="500A356E" w14:textId="77777777" w:rsidTr="00923D7D">
        <w:tc>
          <w:tcPr>
            <w:tcW w:w="9639" w:type="dxa"/>
          </w:tcPr>
          <w:p w14:paraId="008A2DC3" w14:textId="77777777"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internatu i bursy szkolnej wraz z metodyką pracy</w:t>
            </w:r>
            <w:r w:rsidR="00B7432F">
              <w:rPr>
                <w:rFonts w:ascii="Corbel" w:hAnsi="Corbel"/>
                <w:sz w:val="24"/>
                <w:szCs w:val="24"/>
              </w:rPr>
              <w:t xml:space="preserve"> opiekuńczo-wychowawczej.</w:t>
            </w:r>
          </w:p>
        </w:tc>
      </w:tr>
      <w:tr w:rsidR="004803B9" w:rsidRPr="009C54AE" w14:paraId="3D31211E" w14:textId="77777777" w:rsidTr="00923D7D">
        <w:tc>
          <w:tcPr>
            <w:tcW w:w="9639" w:type="dxa"/>
          </w:tcPr>
          <w:p w14:paraId="32B0A184" w14:textId="77777777" w:rsidR="004803B9" w:rsidRDefault="00B7432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szkoły w zakresie opieki i wychowania wraz z metodyką pracy opiekuńczo-wychowawczej</w:t>
            </w:r>
            <w:r w:rsidR="00FD294C">
              <w:rPr>
                <w:rFonts w:ascii="Corbel" w:hAnsi="Corbel"/>
                <w:sz w:val="24"/>
                <w:szCs w:val="24"/>
              </w:rPr>
              <w:t xml:space="preserve">: wychowawcy, </w:t>
            </w:r>
            <w:r>
              <w:rPr>
                <w:rFonts w:ascii="Corbel" w:hAnsi="Corbel"/>
                <w:sz w:val="24"/>
                <w:szCs w:val="24"/>
              </w:rPr>
              <w:t>pedagoga, nauczyciela.</w:t>
            </w:r>
          </w:p>
        </w:tc>
      </w:tr>
      <w:tr w:rsidR="004E0142" w:rsidRPr="009C54AE" w14:paraId="701D6BDE" w14:textId="77777777" w:rsidTr="00923D7D">
        <w:tc>
          <w:tcPr>
            <w:tcW w:w="9639" w:type="dxa"/>
          </w:tcPr>
          <w:p w14:paraId="20D03F69" w14:textId="77777777"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świetlicy szkolnej i świetlic innego typu, podobieństwa i różnice w pracy opiekuńczo-wychowawczej.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Przykłady zajęć prowadzonych w różnych typach świetlic.</w:t>
            </w:r>
          </w:p>
        </w:tc>
      </w:tr>
      <w:tr w:rsidR="004E0142" w:rsidRPr="009C54AE" w14:paraId="6D2C33F1" w14:textId="77777777" w:rsidTr="00923D7D">
        <w:tc>
          <w:tcPr>
            <w:tcW w:w="9639" w:type="dxa"/>
          </w:tcPr>
          <w:p w14:paraId="33C023DA" w14:textId="77777777"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żłobka, poradni psychologiczno-pedagogicznej, PCPR, MOPS, GOPS i innych instytucji pracujących na rzecz dzieci i młodzieży, i wykorzystujących metody pracy opiekuńczo-wychowawczej.</w:t>
            </w:r>
          </w:p>
        </w:tc>
      </w:tr>
      <w:tr w:rsidR="004E0142" w:rsidRPr="009C54AE" w14:paraId="27E4A8E6" w14:textId="77777777" w:rsidTr="00923D7D">
        <w:tc>
          <w:tcPr>
            <w:tcW w:w="9639" w:type="dxa"/>
          </w:tcPr>
          <w:p w14:paraId="53D184E8" w14:textId="77777777"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opiekuńczo-wychowawczej, rodzaje planów, cechy dobrego planu, indywidualny plan pracy z wychowankiem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– metodyczne założenia, monitorowanie działań i efektów, ewaluacja, prowadzenie dokumentacji w różnych typach placówek, przykładowe wzory dokumentów.</w:t>
            </w:r>
          </w:p>
        </w:tc>
      </w:tr>
      <w:tr w:rsidR="002E3E29" w:rsidRPr="009C54AE" w14:paraId="7BEAE8F9" w14:textId="77777777" w:rsidTr="00923D7D">
        <w:tc>
          <w:tcPr>
            <w:tcW w:w="9639" w:type="dxa"/>
          </w:tcPr>
          <w:p w14:paraId="0A30599F" w14:textId="77777777"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trudne w pracy opiekuńczo-wychowawczej w różnych placówkach i sposoby ich rozwiązywania – ćwiczenia praktyczne.</w:t>
            </w:r>
          </w:p>
        </w:tc>
      </w:tr>
      <w:tr w:rsidR="002E3E29" w:rsidRPr="009C54AE" w14:paraId="4319D32E" w14:textId="77777777" w:rsidTr="00923D7D">
        <w:tc>
          <w:tcPr>
            <w:tcW w:w="9639" w:type="dxa"/>
          </w:tcPr>
          <w:p w14:paraId="7DF88BD8" w14:textId="77777777"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Metodyka i zasady prowadzenia rozmów z wychowankami i rodzicami w różnych placówkach – ćwiczenia praktyczne. </w:t>
            </w:r>
          </w:p>
        </w:tc>
      </w:tr>
      <w:tr w:rsidR="00496EBF" w:rsidRPr="009C54AE" w14:paraId="0EA08C1A" w14:textId="77777777" w:rsidTr="00923D7D">
        <w:tc>
          <w:tcPr>
            <w:tcW w:w="9639" w:type="dxa"/>
          </w:tcPr>
          <w:p w14:paraId="50C77356" w14:textId="77777777" w:rsidR="00496EBF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ekologicznej w różnych grupach dzieci i młodzieży – zajęcia przygotowywane i prowadzone przez studentów.</w:t>
            </w:r>
          </w:p>
        </w:tc>
      </w:tr>
      <w:tr w:rsidR="00496EBF" w:rsidRPr="009C54AE" w14:paraId="5F7904A9" w14:textId="77777777" w:rsidTr="00923D7D">
        <w:tc>
          <w:tcPr>
            <w:tcW w:w="9639" w:type="dxa"/>
          </w:tcPr>
          <w:p w14:paraId="402B7D77" w14:textId="77777777"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regionalnej – zajęcia przygotowywane i prowadzone przez studentów.</w:t>
            </w:r>
          </w:p>
        </w:tc>
      </w:tr>
      <w:tr w:rsidR="00496EBF" w:rsidRPr="009C54AE" w14:paraId="70DE9B52" w14:textId="77777777" w:rsidTr="00923D7D">
        <w:tc>
          <w:tcPr>
            <w:tcW w:w="9639" w:type="dxa"/>
          </w:tcPr>
          <w:p w14:paraId="40B4BDB5" w14:textId="77777777"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dla bezpieczeństwa – metody i zasady jej prowadzenia.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Bezpieczna Szkoła – MEN 2017, analiza dokumentu, procedury i sposoby realizacji.</w:t>
            </w:r>
          </w:p>
        </w:tc>
      </w:tr>
    </w:tbl>
    <w:p w14:paraId="26F99F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64EE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EDA4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703E4" w14:textId="77777777"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 xml:space="preserve">Wykład: </w:t>
      </w:r>
      <w:r w:rsidR="007701A0">
        <w:rPr>
          <w:rFonts w:ascii="Corbel" w:hAnsi="Corbel"/>
          <w:b w:val="0"/>
          <w:smallCaps w:val="0"/>
          <w:szCs w:val="24"/>
        </w:rPr>
        <w:t>wykład z prezentacją mu</w:t>
      </w:r>
      <w:r w:rsidR="00C83713">
        <w:rPr>
          <w:rFonts w:ascii="Corbel" w:hAnsi="Corbel"/>
          <w:b w:val="0"/>
          <w:smallCaps w:val="0"/>
          <w:szCs w:val="24"/>
        </w:rPr>
        <w:t xml:space="preserve">ltimedialną, </w:t>
      </w:r>
      <w:r w:rsidR="00030CDF">
        <w:rPr>
          <w:rFonts w:ascii="Corbel" w:hAnsi="Corbel"/>
          <w:b w:val="0"/>
          <w:smallCaps w:val="0"/>
          <w:szCs w:val="24"/>
        </w:rPr>
        <w:t xml:space="preserve">problemowy, </w:t>
      </w:r>
      <w:r w:rsidR="00C83713">
        <w:rPr>
          <w:rFonts w:ascii="Corbel" w:hAnsi="Corbel"/>
          <w:b w:val="0"/>
          <w:smallCaps w:val="0"/>
          <w:szCs w:val="24"/>
        </w:rPr>
        <w:t>interaktywny.</w:t>
      </w:r>
    </w:p>
    <w:p w14:paraId="0ABD1201" w14:textId="77777777"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  <w:r w:rsidR="004C354A">
        <w:rPr>
          <w:rFonts w:ascii="Corbel" w:hAnsi="Corbel"/>
          <w:b w:val="0"/>
          <w:smallCaps w:val="0"/>
          <w:szCs w:val="24"/>
        </w:rPr>
        <w:t>.</w:t>
      </w:r>
    </w:p>
    <w:p w14:paraId="1268717B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BD6293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F8F3C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AD2BB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726F8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2D97D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26C8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D691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134B53F" w14:textId="77777777" w:rsidTr="00C05F44">
        <w:tc>
          <w:tcPr>
            <w:tcW w:w="1985" w:type="dxa"/>
            <w:vAlign w:val="center"/>
          </w:tcPr>
          <w:p w14:paraId="25909E8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1F3275" w14:textId="77777777" w:rsidR="0085747A" w:rsidRPr="009C54AE" w:rsidRDefault="00C8371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DF84E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FB4A7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63C2C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3E29" w:rsidRPr="009C54AE" w14:paraId="3088D91C" w14:textId="77777777" w:rsidTr="00C05F44">
        <w:tc>
          <w:tcPr>
            <w:tcW w:w="1985" w:type="dxa"/>
          </w:tcPr>
          <w:p w14:paraId="7E1A0102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46A5A2BC" w14:textId="77777777"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14:paraId="5B60ED9F" w14:textId="77777777"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14:paraId="3D563491" w14:textId="77777777" w:rsidTr="00C05F44">
        <w:tc>
          <w:tcPr>
            <w:tcW w:w="1985" w:type="dxa"/>
          </w:tcPr>
          <w:p w14:paraId="0CFDD3AD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0AE58C9" w14:textId="77777777"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14:paraId="3B90CEB1" w14:textId="77777777"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14:paraId="0769425E" w14:textId="77777777" w:rsidTr="00C05F44">
        <w:tc>
          <w:tcPr>
            <w:tcW w:w="1985" w:type="dxa"/>
          </w:tcPr>
          <w:p w14:paraId="2F2B82EE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4ABFA6" w14:textId="77777777"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 zajęć</w:t>
            </w:r>
          </w:p>
        </w:tc>
        <w:tc>
          <w:tcPr>
            <w:tcW w:w="2126" w:type="dxa"/>
          </w:tcPr>
          <w:p w14:paraId="55A71F51" w14:textId="77777777"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14:paraId="4A37906A" w14:textId="77777777" w:rsidTr="00C05F44">
        <w:tc>
          <w:tcPr>
            <w:tcW w:w="1985" w:type="dxa"/>
          </w:tcPr>
          <w:p w14:paraId="6C23BEC0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259CB34" w14:textId="77777777"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zajęć</w:t>
            </w:r>
          </w:p>
        </w:tc>
        <w:tc>
          <w:tcPr>
            <w:tcW w:w="2126" w:type="dxa"/>
          </w:tcPr>
          <w:p w14:paraId="39D562AE" w14:textId="77777777"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14:paraId="6BA8F482" w14:textId="77777777" w:rsidTr="00C05F44">
        <w:tc>
          <w:tcPr>
            <w:tcW w:w="1985" w:type="dxa"/>
          </w:tcPr>
          <w:p w14:paraId="50AC1F3A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636E369" w14:textId="77777777"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4F4371">
              <w:rPr>
                <w:rFonts w:ascii="Corbel" w:hAnsi="Corbel"/>
                <w:sz w:val="24"/>
                <w:szCs w:val="24"/>
              </w:rPr>
              <w:t xml:space="preserve"> działań w sytuacjach trudnych</w:t>
            </w:r>
          </w:p>
        </w:tc>
        <w:tc>
          <w:tcPr>
            <w:tcW w:w="2126" w:type="dxa"/>
          </w:tcPr>
          <w:p w14:paraId="32BF3033" w14:textId="77777777"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14:paraId="676BB7B2" w14:textId="77777777" w:rsidTr="00C05F44">
        <w:tc>
          <w:tcPr>
            <w:tcW w:w="1985" w:type="dxa"/>
          </w:tcPr>
          <w:p w14:paraId="4BB91337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62305B7" w14:textId="77777777" w:rsidR="002E3E29" w:rsidRPr="001B1845" w:rsidRDefault="004F437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14:paraId="589F0410" w14:textId="77777777"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A73185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7A3C1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86020D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2772CBE6" w14:textId="77777777" w:rsidTr="001A0066">
        <w:tc>
          <w:tcPr>
            <w:tcW w:w="9670" w:type="dxa"/>
          </w:tcPr>
          <w:p w14:paraId="3AD798F7" w14:textId="77777777" w:rsidR="001A0066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>ktywny udział w zajęciach, pozytywnie ocenione prowadzenie zajęć na ć</w:t>
            </w:r>
            <w:r w:rsidR="00496EBF">
              <w:rPr>
                <w:rFonts w:ascii="Corbel" w:hAnsi="Corbel"/>
                <w:b w:val="0"/>
                <w:smallCaps w:val="0"/>
                <w:szCs w:val="24"/>
              </w:rPr>
              <w:t>wiczeniach,  pozytywnie ocenione konspekty zajęć opiekuńczo-wychowawczych oprac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owane przez studen</w:t>
            </w:r>
            <w:r w:rsidR="004F4371">
              <w:rPr>
                <w:rFonts w:ascii="Corbel" w:hAnsi="Corbel"/>
                <w:b w:val="0"/>
                <w:smallCaps w:val="0"/>
                <w:szCs w:val="24"/>
              </w:rPr>
              <w:t xml:space="preserve">ta, projekt działań w sytuacjach trudnych, 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w 1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i 2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semestrze.</w:t>
            </w:r>
          </w:p>
          <w:p w14:paraId="286B7D67" w14:textId="77777777" w:rsidR="00A56702" w:rsidRDefault="00A56702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 udział w zajęciach, egzamin ustny.</w:t>
            </w:r>
          </w:p>
          <w:p w14:paraId="7C14078E" w14:textId="542C2C07" w:rsidR="00A02DFB" w:rsidRPr="00511CE9" w:rsidRDefault="00A02DFB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>Ocena pozytywna: 51 % realizacji efektów kształcenia w zakresie wiedzy, umiejętności i kompetencji społecznych.</w:t>
            </w:r>
          </w:p>
        </w:tc>
      </w:tr>
    </w:tbl>
    <w:p w14:paraId="7A04ED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0601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370C0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5FC99313" w14:textId="77777777" w:rsidTr="003E1941">
        <w:tc>
          <w:tcPr>
            <w:tcW w:w="4962" w:type="dxa"/>
            <w:vAlign w:val="center"/>
          </w:tcPr>
          <w:p w14:paraId="57A655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2F11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0E1BAD" w14:textId="77777777" w:rsidTr="00923D7D">
        <w:tc>
          <w:tcPr>
            <w:tcW w:w="4962" w:type="dxa"/>
          </w:tcPr>
          <w:p w14:paraId="531C17F1" w14:textId="77777777" w:rsidR="0085747A" w:rsidRPr="003922EB" w:rsidRDefault="00C61DC5" w:rsidP="000C04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G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>odziny z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922EB">
              <w:rPr>
                <w:rFonts w:ascii="Corbel" w:hAnsi="Corbel"/>
                <w:sz w:val="24"/>
                <w:szCs w:val="24"/>
              </w:rPr>
              <w:t> 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22E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7CF62CC" w14:textId="77777777"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61DC5" w:rsidRPr="009C54AE" w14:paraId="5F8C384B" w14:textId="77777777" w:rsidTr="00923D7D">
        <w:tc>
          <w:tcPr>
            <w:tcW w:w="4962" w:type="dxa"/>
          </w:tcPr>
          <w:p w14:paraId="3A48A785" w14:textId="77777777"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4F73D5" w14:textId="77777777"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(u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dział w konsultacjach</w:t>
            </w:r>
            <w:r w:rsidR="00CF051E" w:rsidRPr="003922EB">
              <w:rPr>
                <w:rFonts w:ascii="Corbel" w:hAnsi="Corbel"/>
                <w:sz w:val="24"/>
                <w:szCs w:val="24"/>
              </w:rPr>
              <w:t>, egzaminie</w:t>
            </w:r>
            <w:r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31B760A" w14:textId="77777777"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50BB">
              <w:rPr>
                <w:rFonts w:ascii="Corbel" w:hAnsi="Corbel"/>
                <w:sz w:val="24"/>
                <w:szCs w:val="24"/>
              </w:rPr>
              <w:t>1</w:t>
            </w:r>
            <w:r w:rsidR="0097433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6450EEC" w14:textId="77777777" w:rsidTr="00923D7D">
        <w:tc>
          <w:tcPr>
            <w:tcW w:w="4962" w:type="dxa"/>
          </w:tcPr>
          <w:p w14:paraId="21588D35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C7333">
              <w:rPr>
                <w:rFonts w:ascii="Corbel" w:hAnsi="Corbel"/>
                <w:sz w:val="24"/>
                <w:szCs w:val="24"/>
              </w:rPr>
              <w:t>:</w:t>
            </w:r>
          </w:p>
          <w:p w14:paraId="5D2DFCAC" w14:textId="77777777"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analiza literatury przedmiotu, </w:t>
            </w:r>
          </w:p>
          <w:p w14:paraId="48434B32" w14:textId="77777777"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14:paraId="58A8888A" w14:textId="77777777"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548B0BFE" w14:textId="77777777"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14:paraId="755804C2" w14:textId="77777777" w:rsidR="00DC7333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>przygotowanie samodzielnie prowadzonych zaję</w:t>
            </w:r>
            <w:r w:rsidR="00C80E8C">
              <w:rPr>
                <w:rFonts w:ascii="Corbel" w:hAnsi="Corbel"/>
                <w:sz w:val="24"/>
                <w:szCs w:val="24"/>
              </w:rPr>
              <w:t>ć</w:t>
            </w:r>
            <w:r w:rsidRPr="003922EB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4CBB7F7C" w14:textId="77777777" w:rsidR="00DC7333" w:rsidRPr="003922EB" w:rsidRDefault="00DC7333" w:rsidP="00DC73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3922EB">
              <w:rPr>
                <w:rFonts w:ascii="Corbel" w:hAnsi="Corbel"/>
                <w:sz w:val="24"/>
                <w:szCs w:val="24"/>
              </w:rPr>
              <w:t>przygotowanie pracy projektowej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0169F5F" w14:textId="77777777" w:rsidR="00C61DC5" w:rsidRPr="003922EB" w:rsidRDefault="00C61DC5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0EECEBDD" w14:textId="77777777" w:rsidR="00C61DC5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97433C">
              <w:rPr>
                <w:rFonts w:ascii="Corbel" w:hAnsi="Corbel"/>
                <w:sz w:val="24"/>
                <w:szCs w:val="24"/>
              </w:rPr>
              <w:t>40</w:t>
            </w:r>
          </w:p>
          <w:p w14:paraId="3221236D" w14:textId="77777777"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C58D188" w14:textId="77777777"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  <w:p w14:paraId="366B2C71" w14:textId="77777777"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  <w:p w14:paraId="4894C351" w14:textId="77777777" w:rsidR="00C80E8C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0E15D338" w14:textId="77777777" w:rsidR="00C80E8C" w:rsidRDefault="0097433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7654C82F" w14:textId="77777777" w:rsidR="00C80E8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D909FCC" w14:textId="77777777" w:rsidR="00C80E8C" w:rsidRDefault="003811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204F1E2B" w14:textId="77777777" w:rsidR="00C80E8C" w:rsidRPr="009C54AE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8115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3000F56E" w14:textId="77777777" w:rsidTr="00923D7D">
        <w:tc>
          <w:tcPr>
            <w:tcW w:w="4962" w:type="dxa"/>
          </w:tcPr>
          <w:p w14:paraId="725A29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E9D0EE" w14:textId="77777777" w:rsidR="0085747A" w:rsidRPr="0097433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85747A" w:rsidRPr="009C54AE" w14:paraId="26B4B591" w14:textId="77777777" w:rsidTr="00923D7D">
        <w:tc>
          <w:tcPr>
            <w:tcW w:w="4962" w:type="dxa"/>
          </w:tcPr>
          <w:p w14:paraId="2FD454E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FCAEB60" w14:textId="77777777" w:rsidR="0085747A" w:rsidRPr="0097433C" w:rsidRDefault="00C80E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433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14:paraId="7DA640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069E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854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D960E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FC75D5" w14:textId="77777777" w:rsidTr="0071620A">
        <w:trPr>
          <w:trHeight w:val="397"/>
        </w:trPr>
        <w:tc>
          <w:tcPr>
            <w:tcW w:w="3544" w:type="dxa"/>
          </w:tcPr>
          <w:p w14:paraId="10AC5F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FE3EC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794EB03" w14:textId="77777777" w:rsidTr="0071620A">
        <w:trPr>
          <w:trHeight w:val="397"/>
        </w:trPr>
        <w:tc>
          <w:tcPr>
            <w:tcW w:w="3544" w:type="dxa"/>
          </w:tcPr>
          <w:p w14:paraId="614127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A658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708C8C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B49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0980A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2B27F0D5" w14:textId="77777777" w:rsidTr="0071620A">
        <w:trPr>
          <w:trHeight w:val="397"/>
        </w:trPr>
        <w:tc>
          <w:tcPr>
            <w:tcW w:w="7513" w:type="dxa"/>
          </w:tcPr>
          <w:p w14:paraId="12992577" w14:textId="77777777"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83F12CF" w14:textId="77777777"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D0CE5D" w14:textId="77777777"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Badziukiewicz B., Sałasiński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77CFD315" w14:textId="77777777"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14:paraId="7AE1B23A" w14:textId="77777777" w:rsidR="00587188" w:rsidRPr="00496EBF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Gajewska</w:t>
            </w:r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Współczesne tendencje, wyzwania, problemy w opiece i wychowaniu</w:t>
            </w:r>
            <w:r w:rsidRPr="00496EBF">
              <w:rPr>
                <w:rFonts w:ascii="Corbel" w:hAnsi="Corbel"/>
                <w:sz w:val="24"/>
                <w:szCs w:val="24"/>
              </w:rPr>
              <w:t>, Zielona Góra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F7F66F6" w14:textId="77777777"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lastRenderedPageBreak/>
              <w:t>Górnicka</w:t>
            </w:r>
            <w:r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Metodyka pracy opiekuńczo-wychowawczej – wybrane zagadnienia. Podręcznik akademicki</w:t>
            </w:r>
            <w:r w:rsidRPr="00496EBF">
              <w:rPr>
                <w:rFonts w:ascii="Corbel" w:hAnsi="Corbel"/>
                <w:sz w:val="24"/>
                <w:szCs w:val="24"/>
              </w:rPr>
              <w:t>, Op</w:t>
            </w:r>
            <w:r>
              <w:rPr>
                <w:rFonts w:ascii="Corbel" w:hAnsi="Corbel"/>
                <w:sz w:val="24"/>
                <w:szCs w:val="24"/>
              </w:rPr>
              <w:t>ole 2015.</w:t>
            </w:r>
          </w:p>
          <w:p w14:paraId="159DCA01" w14:textId="77777777" w:rsidR="00E27708" w:rsidRPr="00213FB2" w:rsidRDefault="00E27708" w:rsidP="00E277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>Etyka rozwoju a pedagogika opiekuńcza</w:t>
            </w:r>
            <w:r>
              <w:rPr>
                <w:rFonts w:ascii="Corbel" w:hAnsi="Corbel"/>
                <w:sz w:val="24"/>
                <w:szCs w:val="24"/>
              </w:rPr>
              <w:t>. Wyd. UR,</w:t>
            </w:r>
            <w:r w:rsidRPr="00213FB2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14:paraId="615B4BA6" w14:textId="77777777" w:rsidR="00E27708" w:rsidRDefault="00E27708" w:rsidP="00E2770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13FB2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76D6C">
              <w:rPr>
                <w:rFonts w:ascii="Corbel" w:hAnsi="Corbel"/>
                <w:i/>
                <w:sz w:val="24"/>
                <w:szCs w:val="24"/>
              </w:rPr>
              <w:t xml:space="preserve">Etyka rozwoju a </w:t>
            </w:r>
            <w:r>
              <w:rPr>
                <w:rFonts w:ascii="Corbel" w:hAnsi="Corbel"/>
                <w:i/>
                <w:sz w:val="24"/>
                <w:szCs w:val="24"/>
              </w:rPr>
              <w:t>wychowanie</w:t>
            </w:r>
            <w:r>
              <w:rPr>
                <w:rFonts w:ascii="Corbel" w:hAnsi="Corbel"/>
                <w:sz w:val="24"/>
                <w:szCs w:val="24"/>
              </w:rPr>
              <w:t>. Wyd. UR, Rzeszów 2010</w:t>
            </w:r>
            <w:r w:rsidRPr="00213FB2">
              <w:rPr>
                <w:rFonts w:ascii="Corbel" w:hAnsi="Corbel"/>
                <w:sz w:val="24"/>
                <w:szCs w:val="24"/>
              </w:rPr>
              <w:t>.</w:t>
            </w:r>
          </w:p>
          <w:p w14:paraId="0671FD7E" w14:textId="77777777" w:rsidR="00B22B00" w:rsidRDefault="00B22B00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Gruca-Miąsik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/>
                <w:sz w:val="24"/>
                <w:szCs w:val="24"/>
              </w:rPr>
              <w:t xml:space="preserve"> Rzeszów 2016.</w:t>
            </w:r>
          </w:p>
          <w:p w14:paraId="5E168A9C" w14:textId="77777777"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21D07996" w14:textId="77777777" w:rsidR="00587188" w:rsidRP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6E2F644E" w14:textId="77777777" w:rsidR="005A2136" w:rsidRPr="00587188" w:rsidRDefault="005A2136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Bieżące akty prawne i rozporządzenia z zakresu opieki i wychowania, funkcjonowania placówek opiekuńczo-wychowawczych i pomocy psychologiczno-pedagogicznej.</w:t>
            </w:r>
          </w:p>
        </w:tc>
      </w:tr>
      <w:tr w:rsidR="001A0066" w:rsidRPr="009C54AE" w14:paraId="1C38BD10" w14:textId="77777777" w:rsidTr="0071620A">
        <w:trPr>
          <w:trHeight w:val="397"/>
        </w:trPr>
        <w:tc>
          <w:tcPr>
            <w:tcW w:w="7513" w:type="dxa"/>
          </w:tcPr>
          <w:p w14:paraId="364EF5D1" w14:textId="77777777"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D8E917" w14:textId="51BAF8E2" w:rsidR="00D61535" w:rsidRPr="00D61535" w:rsidRDefault="00D61535" w:rsidP="00D615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Babiuch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0E3935FC" w14:textId="63F97DED" w:rsidR="003550BB" w:rsidRPr="00D61535" w:rsidRDefault="00D61535" w:rsidP="00D615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14:paraId="4803C30B" w14:textId="69A796B1" w:rsidR="00D61535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14:paraId="6CD64750" w14:textId="77777777"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Mazlish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14:paraId="737AC45E" w14:textId="77777777" w:rsidR="00587188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Griesbeck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47CC312D" w14:textId="77777777" w:rsidR="00B22B00" w:rsidRDefault="00B22B00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Gruca-Miąsik U. </w:t>
            </w:r>
            <w:r w:rsidRPr="00B22B00">
              <w:rPr>
                <w:rFonts w:ascii="Corbel" w:hAnsi="Corbel"/>
                <w:i/>
                <w:sz w:val="24"/>
                <w:szCs w:val="24"/>
              </w:rPr>
              <w:t>Rozumowanie moralne – osoba, rozwój, wychowanie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Rzeszów 2018.</w:t>
            </w:r>
          </w:p>
          <w:p w14:paraId="7F875BE4" w14:textId="77777777" w:rsidR="00805A3D" w:rsidRDefault="00805A3D" w:rsidP="00805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Gruca-Miąsik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Rzeszów 2014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6DD4426" w14:textId="77777777" w:rsidR="007D5958" w:rsidRDefault="007D595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Gruca-Miąsik U.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moralna z perspektywy familiologa</w:t>
            </w:r>
            <w:r>
              <w:rPr>
                <w:rFonts w:ascii="Corbel" w:hAnsi="Corbel"/>
                <w:sz w:val="24"/>
                <w:szCs w:val="24"/>
              </w:rPr>
              <w:t xml:space="preserve"> [w] U. Gruca-Miąsik (red)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Familiologia XXI wieku</w:t>
            </w:r>
            <w:r>
              <w:rPr>
                <w:rFonts w:ascii="Corbel" w:hAnsi="Corbel"/>
                <w:sz w:val="24"/>
                <w:szCs w:val="24"/>
              </w:rPr>
              <w:t>, Rzeszów 2014.</w:t>
            </w:r>
          </w:p>
          <w:p w14:paraId="27F019F3" w14:textId="66EB8221" w:rsidR="00D61535" w:rsidRPr="00D61535" w:rsidRDefault="00D61535" w:rsidP="00587188">
            <w:pPr>
              <w:pStyle w:val="Tekstpodstawowy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D61535">
              <w:rPr>
                <w:rFonts w:ascii="Corbel" w:hAnsi="Corbel"/>
                <w:i/>
                <w:sz w:val="24"/>
                <w:szCs w:val="24"/>
              </w:rPr>
              <w:t>Kobieta między etosem a egzystencją. Samowychowanie do kobiecości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Wyd. UR. Rzeszów 2023.</w:t>
            </w:r>
          </w:p>
          <w:p w14:paraId="6AB068B4" w14:textId="7D1A41BB" w:rsidR="00D61535" w:rsidRPr="00B22B00" w:rsidRDefault="00D61535" w:rsidP="00D615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Pilch</w:t>
            </w:r>
            <w:r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Encyklopedia pedagogiczna XXI wieku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Warszawa 2003, 2004, 2005 i dalsze.</w:t>
            </w:r>
          </w:p>
          <w:p w14:paraId="718C2544" w14:textId="77777777"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Sowisło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14:paraId="287E9C23" w14:textId="77777777" w:rsidR="001A0066" w:rsidRPr="00587188" w:rsidRDefault="00834DF2" w:rsidP="00587188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834DF2">
              <w:rPr>
                <w:rFonts w:ascii="Corbel" w:hAnsi="Corbel"/>
                <w:iCs/>
                <w:sz w:val="24"/>
                <w:szCs w:val="24"/>
              </w:rPr>
              <w:t>Walc 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(red.) </w:t>
            </w:r>
            <w:r w:rsidR="00587188"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iCs/>
                <w:sz w:val="24"/>
                <w:szCs w:val="24"/>
              </w:rPr>
              <w:t>,</w:t>
            </w:r>
            <w:r w:rsidR="00587188" w:rsidRPr="00FC6B8C">
              <w:rPr>
                <w:rFonts w:ascii="Corbel" w:hAnsi="Corbel"/>
                <w:iCs/>
                <w:sz w:val="24"/>
                <w:szCs w:val="24"/>
              </w:rPr>
              <w:t xml:space="preserve"> Rzeszów 2015.</w:t>
            </w:r>
          </w:p>
        </w:tc>
      </w:tr>
    </w:tbl>
    <w:p w14:paraId="47B9DA3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F459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12AE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3011E" w14:textId="77777777" w:rsidR="00E944CD" w:rsidRDefault="00E944CD" w:rsidP="00C16ABF">
      <w:pPr>
        <w:spacing w:after="0" w:line="240" w:lineRule="auto"/>
      </w:pPr>
      <w:r>
        <w:separator/>
      </w:r>
    </w:p>
  </w:endnote>
  <w:endnote w:type="continuationSeparator" w:id="0">
    <w:p w14:paraId="057E62CE" w14:textId="77777777" w:rsidR="00E944CD" w:rsidRDefault="00E944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9EF29" w14:textId="77777777" w:rsidR="00E944CD" w:rsidRDefault="00E944CD" w:rsidP="00C16ABF">
      <w:pPr>
        <w:spacing w:after="0" w:line="240" w:lineRule="auto"/>
      </w:pPr>
      <w:r>
        <w:separator/>
      </w:r>
    </w:p>
  </w:footnote>
  <w:footnote w:type="continuationSeparator" w:id="0">
    <w:p w14:paraId="77654A35" w14:textId="77777777" w:rsidR="00E944CD" w:rsidRDefault="00E944CD" w:rsidP="00C16ABF">
      <w:pPr>
        <w:spacing w:after="0" w:line="240" w:lineRule="auto"/>
      </w:pPr>
      <w:r>
        <w:continuationSeparator/>
      </w:r>
    </w:p>
  </w:footnote>
  <w:footnote w:id="1">
    <w:p w14:paraId="4735CD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684"/>
    <w:rsid w:val="00022ECE"/>
    <w:rsid w:val="00030CDF"/>
    <w:rsid w:val="000357EA"/>
    <w:rsid w:val="00042A51"/>
    <w:rsid w:val="00042D2E"/>
    <w:rsid w:val="00044C82"/>
    <w:rsid w:val="00070ED6"/>
    <w:rsid w:val="000742DC"/>
    <w:rsid w:val="000754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04F0"/>
    <w:rsid w:val="000C756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7A8"/>
    <w:rsid w:val="00164FA7"/>
    <w:rsid w:val="00166A03"/>
    <w:rsid w:val="001718A7"/>
    <w:rsid w:val="001737CF"/>
    <w:rsid w:val="00176083"/>
    <w:rsid w:val="001770C7"/>
    <w:rsid w:val="00192F37"/>
    <w:rsid w:val="00197E3C"/>
    <w:rsid w:val="001A0066"/>
    <w:rsid w:val="001A70D2"/>
    <w:rsid w:val="001D657B"/>
    <w:rsid w:val="001D7B54"/>
    <w:rsid w:val="001E0209"/>
    <w:rsid w:val="001F2335"/>
    <w:rsid w:val="001F2CA2"/>
    <w:rsid w:val="001F612D"/>
    <w:rsid w:val="00213251"/>
    <w:rsid w:val="002144C0"/>
    <w:rsid w:val="00216E04"/>
    <w:rsid w:val="00222C62"/>
    <w:rsid w:val="0022477D"/>
    <w:rsid w:val="002278A9"/>
    <w:rsid w:val="002336F9"/>
    <w:rsid w:val="0024028F"/>
    <w:rsid w:val="00244ABC"/>
    <w:rsid w:val="00281FF2"/>
    <w:rsid w:val="00283973"/>
    <w:rsid w:val="002857DE"/>
    <w:rsid w:val="00291567"/>
    <w:rsid w:val="002A22BF"/>
    <w:rsid w:val="002A2389"/>
    <w:rsid w:val="002A671D"/>
    <w:rsid w:val="002B189A"/>
    <w:rsid w:val="002B4D55"/>
    <w:rsid w:val="002B4D93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05E"/>
    <w:rsid w:val="0030395F"/>
    <w:rsid w:val="00305C92"/>
    <w:rsid w:val="003151C5"/>
    <w:rsid w:val="003343CF"/>
    <w:rsid w:val="00337235"/>
    <w:rsid w:val="003409BB"/>
    <w:rsid w:val="00346FE9"/>
    <w:rsid w:val="0034759A"/>
    <w:rsid w:val="003503F6"/>
    <w:rsid w:val="003530DD"/>
    <w:rsid w:val="003550BB"/>
    <w:rsid w:val="00361E71"/>
    <w:rsid w:val="00363F78"/>
    <w:rsid w:val="00381157"/>
    <w:rsid w:val="003875BA"/>
    <w:rsid w:val="003922EB"/>
    <w:rsid w:val="003925C1"/>
    <w:rsid w:val="003A0A5B"/>
    <w:rsid w:val="003A0F5D"/>
    <w:rsid w:val="003A1176"/>
    <w:rsid w:val="003A23E8"/>
    <w:rsid w:val="003A3D5D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5BA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03B9"/>
    <w:rsid w:val="004840FD"/>
    <w:rsid w:val="00490F7D"/>
    <w:rsid w:val="0049107A"/>
    <w:rsid w:val="00491678"/>
    <w:rsid w:val="004968E2"/>
    <w:rsid w:val="00496EBF"/>
    <w:rsid w:val="004A3EEA"/>
    <w:rsid w:val="004A4D1F"/>
    <w:rsid w:val="004C354A"/>
    <w:rsid w:val="004D5282"/>
    <w:rsid w:val="004E0142"/>
    <w:rsid w:val="004E439B"/>
    <w:rsid w:val="004F1551"/>
    <w:rsid w:val="004F437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60C4"/>
    <w:rsid w:val="0056696D"/>
    <w:rsid w:val="00573EF9"/>
    <w:rsid w:val="005853F4"/>
    <w:rsid w:val="00587188"/>
    <w:rsid w:val="0059484D"/>
    <w:rsid w:val="005A0116"/>
    <w:rsid w:val="005A0855"/>
    <w:rsid w:val="005A2136"/>
    <w:rsid w:val="005A3196"/>
    <w:rsid w:val="005C080F"/>
    <w:rsid w:val="005C55E5"/>
    <w:rsid w:val="005C696A"/>
    <w:rsid w:val="005C7FBF"/>
    <w:rsid w:val="005E6E85"/>
    <w:rsid w:val="005F31D2"/>
    <w:rsid w:val="006059DC"/>
    <w:rsid w:val="0061029B"/>
    <w:rsid w:val="00617230"/>
    <w:rsid w:val="00621CE1"/>
    <w:rsid w:val="00626BCF"/>
    <w:rsid w:val="00627FC9"/>
    <w:rsid w:val="006367C8"/>
    <w:rsid w:val="00641923"/>
    <w:rsid w:val="00647FA8"/>
    <w:rsid w:val="00650C5F"/>
    <w:rsid w:val="00654934"/>
    <w:rsid w:val="006620D9"/>
    <w:rsid w:val="00671958"/>
    <w:rsid w:val="00675843"/>
    <w:rsid w:val="0068139E"/>
    <w:rsid w:val="00696477"/>
    <w:rsid w:val="006C16EA"/>
    <w:rsid w:val="006D050F"/>
    <w:rsid w:val="006D6139"/>
    <w:rsid w:val="006E5D65"/>
    <w:rsid w:val="006F1282"/>
    <w:rsid w:val="006F1FBC"/>
    <w:rsid w:val="006F31E2"/>
    <w:rsid w:val="006F449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1A0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5958"/>
    <w:rsid w:val="007D6E56"/>
    <w:rsid w:val="007F1652"/>
    <w:rsid w:val="007F4155"/>
    <w:rsid w:val="00805A3D"/>
    <w:rsid w:val="0081554D"/>
    <w:rsid w:val="0081707E"/>
    <w:rsid w:val="00834DF2"/>
    <w:rsid w:val="008449B3"/>
    <w:rsid w:val="008471EA"/>
    <w:rsid w:val="0085747A"/>
    <w:rsid w:val="00861E32"/>
    <w:rsid w:val="00884922"/>
    <w:rsid w:val="00885F64"/>
    <w:rsid w:val="00886BC4"/>
    <w:rsid w:val="008917F9"/>
    <w:rsid w:val="00896C60"/>
    <w:rsid w:val="008A45F7"/>
    <w:rsid w:val="008C0CC0"/>
    <w:rsid w:val="008C19A9"/>
    <w:rsid w:val="008C379D"/>
    <w:rsid w:val="008C5147"/>
    <w:rsid w:val="008C5359"/>
    <w:rsid w:val="008C5363"/>
    <w:rsid w:val="008D3DFB"/>
    <w:rsid w:val="008D578A"/>
    <w:rsid w:val="008D6C52"/>
    <w:rsid w:val="008E1E7C"/>
    <w:rsid w:val="008E64F4"/>
    <w:rsid w:val="008F12C9"/>
    <w:rsid w:val="008F6E29"/>
    <w:rsid w:val="00901679"/>
    <w:rsid w:val="00916188"/>
    <w:rsid w:val="00923D7D"/>
    <w:rsid w:val="00930C52"/>
    <w:rsid w:val="00931F76"/>
    <w:rsid w:val="0094138F"/>
    <w:rsid w:val="009508DF"/>
    <w:rsid w:val="00950DAC"/>
    <w:rsid w:val="00954A07"/>
    <w:rsid w:val="009643B9"/>
    <w:rsid w:val="0097433C"/>
    <w:rsid w:val="00981438"/>
    <w:rsid w:val="00997F14"/>
    <w:rsid w:val="009A5182"/>
    <w:rsid w:val="009A6C28"/>
    <w:rsid w:val="009A78D9"/>
    <w:rsid w:val="009B44CE"/>
    <w:rsid w:val="009C1331"/>
    <w:rsid w:val="009C3E31"/>
    <w:rsid w:val="009C54AE"/>
    <w:rsid w:val="009C788E"/>
    <w:rsid w:val="009D237D"/>
    <w:rsid w:val="009D6255"/>
    <w:rsid w:val="009E3B41"/>
    <w:rsid w:val="009F3C5C"/>
    <w:rsid w:val="009F4610"/>
    <w:rsid w:val="00A00ECC"/>
    <w:rsid w:val="00A02DFB"/>
    <w:rsid w:val="00A03154"/>
    <w:rsid w:val="00A155EE"/>
    <w:rsid w:val="00A2245B"/>
    <w:rsid w:val="00A30110"/>
    <w:rsid w:val="00A36899"/>
    <w:rsid w:val="00A36DA8"/>
    <w:rsid w:val="00A371F6"/>
    <w:rsid w:val="00A431AF"/>
    <w:rsid w:val="00A43BF6"/>
    <w:rsid w:val="00A53FA5"/>
    <w:rsid w:val="00A54817"/>
    <w:rsid w:val="00A56702"/>
    <w:rsid w:val="00A601C8"/>
    <w:rsid w:val="00A60799"/>
    <w:rsid w:val="00A67307"/>
    <w:rsid w:val="00A74DAF"/>
    <w:rsid w:val="00A822B6"/>
    <w:rsid w:val="00A84C85"/>
    <w:rsid w:val="00A97DE1"/>
    <w:rsid w:val="00AB053C"/>
    <w:rsid w:val="00AB33E4"/>
    <w:rsid w:val="00AD1146"/>
    <w:rsid w:val="00AD27D3"/>
    <w:rsid w:val="00AD66D6"/>
    <w:rsid w:val="00AE1160"/>
    <w:rsid w:val="00AE203C"/>
    <w:rsid w:val="00AE2E74"/>
    <w:rsid w:val="00AE5FCB"/>
    <w:rsid w:val="00AF0AF4"/>
    <w:rsid w:val="00AF2C1E"/>
    <w:rsid w:val="00AF4B0E"/>
    <w:rsid w:val="00B0263A"/>
    <w:rsid w:val="00B03223"/>
    <w:rsid w:val="00B06142"/>
    <w:rsid w:val="00B135B1"/>
    <w:rsid w:val="00B1639C"/>
    <w:rsid w:val="00B22B00"/>
    <w:rsid w:val="00B3130B"/>
    <w:rsid w:val="00B40ADB"/>
    <w:rsid w:val="00B43B77"/>
    <w:rsid w:val="00B43E80"/>
    <w:rsid w:val="00B47FAC"/>
    <w:rsid w:val="00B607DB"/>
    <w:rsid w:val="00B66529"/>
    <w:rsid w:val="00B7432F"/>
    <w:rsid w:val="00B75946"/>
    <w:rsid w:val="00B8056E"/>
    <w:rsid w:val="00B819C8"/>
    <w:rsid w:val="00B82308"/>
    <w:rsid w:val="00B90885"/>
    <w:rsid w:val="00BA665C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5CB"/>
    <w:rsid w:val="00C26CB7"/>
    <w:rsid w:val="00C324C1"/>
    <w:rsid w:val="00C36992"/>
    <w:rsid w:val="00C43206"/>
    <w:rsid w:val="00C56036"/>
    <w:rsid w:val="00C61DC5"/>
    <w:rsid w:val="00C67E92"/>
    <w:rsid w:val="00C70A26"/>
    <w:rsid w:val="00C766DF"/>
    <w:rsid w:val="00C80E8C"/>
    <w:rsid w:val="00C83713"/>
    <w:rsid w:val="00C90889"/>
    <w:rsid w:val="00C94B98"/>
    <w:rsid w:val="00C950D2"/>
    <w:rsid w:val="00CA2B96"/>
    <w:rsid w:val="00CA5089"/>
    <w:rsid w:val="00CB42CB"/>
    <w:rsid w:val="00CD53EF"/>
    <w:rsid w:val="00CD6897"/>
    <w:rsid w:val="00CE5BAC"/>
    <w:rsid w:val="00CF051E"/>
    <w:rsid w:val="00CF25BE"/>
    <w:rsid w:val="00CF78ED"/>
    <w:rsid w:val="00D019AC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535"/>
    <w:rsid w:val="00D74119"/>
    <w:rsid w:val="00D8075B"/>
    <w:rsid w:val="00D83602"/>
    <w:rsid w:val="00D8678B"/>
    <w:rsid w:val="00DA2114"/>
    <w:rsid w:val="00DC7333"/>
    <w:rsid w:val="00DE09C0"/>
    <w:rsid w:val="00DE4A14"/>
    <w:rsid w:val="00DE560D"/>
    <w:rsid w:val="00DF320D"/>
    <w:rsid w:val="00DF71C8"/>
    <w:rsid w:val="00E129B8"/>
    <w:rsid w:val="00E21E7D"/>
    <w:rsid w:val="00E22FBC"/>
    <w:rsid w:val="00E24BF5"/>
    <w:rsid w:val="00E25338"/>
    <w:rsid w:val="00E27708"/>
    <w:rsid w:val="00E3190D"/>
    <w:rsid w:val="00E51E44"/>
    <w:rsid w:val="00E56AC1"/>
    <w:rsid w:val="00E63348"/>
    <w:rsid w:val="00E645DF"/>
    <w:rsid w:val="00E73486"/>
    <w:rsid w:val="00E77E88"/>
    <w:rsid w:val="00E8107D"/>
    <w:rsid w:val="00E815BC"/>
    <w:rsid w:val="00E944CD"/>
    <w:rsid w:val="00E952EC"/>
    <w:rsid w:val="00E960BB"/>
    <w:rsid w:val="00EA2074"/>
    <w:rsid w:val="00EA4832"/>
    <w:rsid w:val="00EA4E9D"/>
    <w:rsid w:val="00EB03C0"/>
    <w:rsid w:val="00EC1DEF"/>
    <w:rsid w:val="00EC4899"/>
    <w:rsid w:val="00ED03AB"/>
    <w:rsid w:val="00ED32D2"/>
    <w:rsid w:val="00EE1A1D"/>
    <w:rsid w:val="00EE32DE"/>
    <w:rsid w:val="00EE5457"/>
    <w:rsid w:val="00EF22FB"/>
    <w:rsid w:val="00F070AB"/>
    <w:rsid w:val="00F17567"/>
    <w:rsid w:val="00F27A7B"/>
    <w:rsid w:val="00F451A6"/>
    <w:rsid w:val="00F507C3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29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2010E"/>
  <w15:docId w15:val="{9829BF9B-789B-438E-A667-E562B4E28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8E4D2-DDB4-4352-9E61-7743265D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1548</Words>
  <Characters>9294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2024-09-20T08:13:00Z</dcterms:created>
  <dcterms:modified xsi:type="dcterms:W3CDTF">2024-09-26T06:00:00Z</dcterms:modified>
</cp:coreProperties>
</file>